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30F31" w:rsidRPr="00795329" w:rsidRDefault="00230F31" w:rsidP="003D4C50">
      <w:pPr>
        <w:spacing w:before="17"/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</w:pPr>
    </w:p>
    <w:p w:rsidR="00E37E41" w:rsidRPr="00795329" w:rsidRDefault="00637CD7" w:rsidP="00E37E41">
      <w:pPr>
        <w:spacing w:before="17"/>
        <w:ind w:left="20"/>
        <w:jc w:val="center"/>
        <w:rPr>
          <w:rFonts w:ascii="Arial Narrow" w:hAnsi="Arial Narrow"/>
          <w:b/>
          <w:spacing w:val="-2"/>
          <w:w w:val="60"/>
          <w:sz w:val="22"/>
          <w:szCs w:val="22"/>
        </w:rPr>
      </w:pPr>
      <w:r w:rsidRPr="00795329"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  <w:t xml:space="preserve"> </w:t>
      </w:r>
      <w:r w:rsidR="0036157F" w:rsidRPr="00795329">
        <w:rPr>
          <w:rFonts w:ascii="Arial Narrow" w:hAnsi="Arial Narrow"/>
          <w:b/>
          <w:w w:val="60"/>
          <w:sz w:val="22"/>
          <w:szCs w:val="22"/>
        </w:rPr>
        <w:t>ANEXO</w:t>
      </w:r>
      <w:r w:rsidR="0036157F" w:rsidRPr="00795329">
        <w:rPr>
          <w:rFonts w:ascii="Arial Narrow" w:hAnsi="Arial Narrow"/>
          <w:spacing w:val="16"/>
          <w:sz w:val="22"/>
          <w:szCs w:val="22"/>
        </w:rPr>
        <w:t xml:space="preserve"> </w:t>
      </w:r>
      <w:r w:rsidR="00E65B90" w:rsidRPr="00795329">
        <w:rPr>
          <w:rFonts w:ascii="Arial Narrow" w:hAnsi="Arial Narrow"/>
          <w:b/>
          <w:w w:val="60"/>
          <w:sz w:val="22"/>
          <w:szCs w:val="22"/>
        </w:rPr>
        <w:t>II</w:t>
      </w:r>
      <w:r w:rsidR="00795329" w:rsidRPr="00795329">
        <w:rPr>
          <w:rFonts w:ascii="Arial Narrow" w:hAnsi="Arial Narrow"/>
          <w:b/>
          <w:w w:val="60"/>
          <w:sz w:val="22"/>
          <w:szCs w:val="22"/>
        </w:rPr>
        <w:t>-</w:t>
      </w:r>
      <w:proofErr w:type="gramStart"/>
      <w:r w:rsidR="00795329" w:rsidRPr="00795329">
        <w:rPr>
          <w:rFonts w:ascii="Arial Narrow" w:hAnsi="Arial Narrow"/>
          <w:b/>
          <w:w w:val="60"/>
          <w:sz w:val="22"/>
          <w:szCs w:val="22"/>
        </w:rPr>
        <w:t xml:space="preserve">a </w:t>
      </w:r>
      <w:r w:rsidR="0036157F" w:rsidRPr="00795329">
        <w:rPr>
          <w:rFonts w:ascii="Arial Narrow" w:hAnsi="Arial Narrow"/>
          <w:spacing w:val="18"/>
          <w:sz w:val="22"/>
          <w:szCs w:val="22"/>
        </w:rPr>
        <w:t xml:space="preserve"> </w:t>
      </w:r>
      <w:r w:rsidR="0036157F" w:rsidRPr="00795329">
        <w:rPr>
          <w:rFonts w:ascii="Arial Narrow" w:hAnsi="Arial Narrow"/>
          <w:b/>
          <w:w w:val="60"/>
          <w:sz w:val="22"/>
          <w:szCs w:val="22"/>
        </w:rPr>
        <w:t>DECLARACIÓN</w:t>
      </w:r>
      <w:proofErr w:type="gramEnd"/>
      <w:r w:rsidR="0036157F" w:rsidRPr="00795329">
        <w:rPr>
          <w:rFonts w:ascii="Arial Narrow" w:hAnsi="Arial Narrow"/>
          <w:spacing w:val="18"/>
          <w:sz w:val="22"/>
          <w:szCs w:val="22"/>
        </w:rPr>
        <w:t xml:space="preserve"> </w:t>
      </w:r>
      <w:r w:rsidR="0036157F" w:rsidRPr="00795329">
        <w:rPr>
          <w:rFonts w:ascii="Arial Narrow" w:hAnsi="Arial Narrow"/>
          <w:b/>
          <w:w w:val="60"/>
          <w:sz w:val="22"/>
          <w:szCs w:val="22"/>
        </w:rPr>
        <w:t>RESPONSABLE</w:t>
      </w:r>
      <w:r w:rsidR="0036157F" w:rsidRPr="00795329">
        <w:rPr>
          <w:rFonts w:ascii="Arial Narrow" w:hAnsi="Arial Narrow"/>
          <w:spacing w:val="8"/>
          <w:sz w:val="22"/>
          <w:szCs w:val="22"/>
        </w:rPr>
        <w:t xml:space="preserve"> </w:t>
      </w:r>
      <w:r w:rsidR="0036157F" w:rsidRPr="00795329">
        <w:rPr>
          <w:rFonts w:ascii="Arial Narrow" w:hAnsi="Arial Narrow"/>
          <w:b/>
          <w:w w:val="60"/>
          <w:sz w:val="22"/>
          <w:szCs w:val="22"/>
        </w:rPr>
        <w:t>SOBRE</w:t>
      </w:r>
      <w:r w:rsidR="0036157F" w:rsidRPr="00795329">
        <w:rPr>
          <w:rFonts w:ascii="Arial Narrow" w:hAnsi="Arial Narrow"/>
          <w:spacing w:val="18"/>
          <w:sz w:val="22"/>
          <w:szCs w:val="22"/>
        </w:rPr>
        <w:t xml:space="preserve"> </w:t>
      </w:r>
      <w:r w:rsidR="00E37E41" w:rsidRPr="00795329">
        <w:rPr>
          <w:rFonts w:ascii="Arial Narrow" w:hAnsi="Arial Narrow"/>
          <w:b/>
          <w:spacing w:val="-2"/>
          <w:w w:val="60"/>
          <w:sz w:val="22"/>
          <w:szCs w:val="22"/>
        </w:rPr>
        <w:t>CAPACIDA</w:t>
      </w:r>
      <w:r w:rsidR="00795329" w:rsidRPr="00795329">
        <w:rPr>
          <w:rFonts w:ascii="Arial Narrow" w:hAnsi="Arial Narrow"/>
          <w:b/>
          <w:spacing w:val="-2"/>
          <w:w w:val="60"/>
          <w:sz w:val="22"/>
          <w:szCs w:val="22"/>
        </w:rPr>
        <w:t>D</w:t>
      </w:r>
    </w:p>
    <w:p w:rsidR="0036157F" w:rsidRPr="00795329" w:rsidRDefault="0036157F" w:rsidP="00795329">
      <w:pPr>
        <w:spacing w:before="17"/>
        <w:ind w:left="20"/>
        <w:jc w:val="center"/>
        <w:rPr>
          <w:rFonts w:ascii="Arial Narrow" w:hAnsi="Arial Narrow"/>
          <w:b/>
          <w:sz w:val="22"/>
          <w:szCs w:val="22"/>
        </w:rPr>
      </w:pPr>
      <w:r w:rsidRPr="00795329">
        <w:rPr>
          <w:rFonts w:ascii="Arial Narrow" w:eastAsia="Tahoma" w:hAnsi="Arial Narrow" w:cs="Tahoma"/>
          <w:b/>
          <w:bCs/>
          <w:spacing w:val="4"/>
          <w:w w:val="60"/>
          <w:kern w:val="0"/>
          <w:sz w:val="22"/>
          <w:szCs w:val="22"/>
          <w:lang w:eastAsia="en-US" w:bidi="ar-SA"/>
        </w:rPr>
        <w:t>PERSONA</w:t>
      </w:r>
      <w:r w:rsidRPr="00795329">
        <w:rPr>
          <w:rFonts w:ascii="Arial Narrow" w:eastAsia="Tahoma" w:hAnsi="Arial Narrow" w:cs="Tahoma"/>
          <w:bCs/>
          <w:spacing w:val="1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Tahoma" w:hAnsi="Arial Narrow" w:cs="Tahoma"/>
          <w:b/>
          <w:bCs/>
          <w:spacing w:val="-2"/>
          <w:w w:val="75"/>
          <w:kern w:val="0"/>
          <w:sz w:val="22"/>
          <w:szCs w:val="22"/>
          <w:lang w:eastAsia="en-US" w:bidi="ar-SA"/>
        </w:rPr>
        <w:t>JURÍDICA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18"/>
        <w:rPr>
          <w:rFonts w:ascii="Arial Narrow" w:eastAsia="Segoe UI Symbol" w:hAnsi="Arial Narrow" w:cs="Segoe UI Symbol"/>
          <w:b/>
          <w:kern w:val="0"/>
          <w:sz w:val="22"/>
          <w:szCs w:val="22"/>
          <w:lang w:eastAsia="en-US" w:bidi="ar-SA"/>
        </w:rPr>
      </w:pPr>
    </w:p>
    <w:p w:rsidR="00E37E41" w:rsidRPr="00795329" w:rsidRDefault="0036157F" w:rsidP="00E37E41">
      <w:pPr>
        <w:widowControl w:val="0"/>
        <w:tabs>
          <w:tab w:val="left" w:leader="dot" w:pos="10625"/>
        </w:tabs>
        <w:suppressAutoHyphens w:val="0"/>
        <w:autoSpaceDE w:val="0"/>
        <w:autoSpaceDN w:val="0"/>
        <w:spacing w:line="242" w:lineRule="auto"/>
        <w:ind w:left="322" w:right="342"/>
        <w:jc w:val="both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proofErr w:type="spellStart"/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Dº</w:t>
      </w:r>
      <w:proofErr w:type="spellEnd"/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./</w:t>
      </w:r>
      <w:r w:rsidR="00310BC8"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Dª</w:t>
      </w:r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 xml:space="preserve">.……………………………………………………………..……con Documento Nacional de Identidad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núm.……………………..actuando</w:t>
      </w:r>
      <w:r w:rsidRPr="00795329">
        <w:rPr>
          <w:rFonts w:ascii="Arial Narrow" w:eastAsia="Segoe UI Symbol" w:hAnsi="Arial Narrow" w:cs="Segoe UI Symbol"/>
          <w:spacing w:val="64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en</w:t>
      </w:r>
      <w:r w:rsidRPr="00795329">
        <w:rPr>
          <w:rFonts w:ascii="Arial Narrow" w:eastAsia="Segoe UI Symbol" w:hAnsi="Arial Narrow" w:cs="Segoe UI Symbol"/>
          <w:spacing w:val="6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nombre</w:t>
      </w:r>
      <w:r w:rsidRPr="00795329">
        <w:rPr>
          <w:rFonts w:ascii="Arial Narrow" w:eastAsia="Segoe UI Symbol" w:hAnsi="Arial Narrow" w:cs="Segoe UI Symbol"/>
          <w:spacing w:val="51"/>
          <w:kern w:val="0"/>
          <w:sz w:val="22"/>
          <w:szCs w:val="22"/>
          <w:lang w:eastAsia="en-US" w:bidi="ar-SA"/>
        </w:rPr>
        <w:t xml:space="preserve"> 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spacing w:val="51"/>
          <w:kern w:val="0"/>
          <w:sz w:val="22"/>
          <w:szCs w:val="22"/>
          <w:lang w:eastAsia="en-US" w:bidi="ar-SA"/>
        </w:rPr>
        <w:t xml:space="preserve"> 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53"/>
          <w:kern w:val="0"/>
          <w:sz w:val="22"/>
          <w:szCs w:val="22"/>
          <w:lang w:eastAsia="en-US" w:bidi="ar-SA"/>
        </w:rPr>
        <w:t xml:space="preserve">  </w:t>
      </w:r>
      <w:r w:rsidRPr="00795329">
        <w:rPr>
          <w:rFonts w:ascii="Arial Narrow" w:eastAsia="Segoe UI Symbol" w:hAnsi="Arial Narrow" w:cs="Segoe UI Symbol"/>
          <w:spacing w:val="-2"/>
          <w:kern w:val="0"/>
          <w:sz w:val="22"/>
          <w:szCs w:val="22"/>
          <w:lang w:eastAsia="en-US" w:bidi="ar-SA"/>
        </w:rPr>
        <w:t>empresa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ab/>
      </w:r>
      <w:r w:rsidRPr="00795329">
        <w:rPr>
          <w:rFonts w:ascii="Arial Narrow" w:eastAsia="Segoe UI Symbol" w:hAnsi="Arial Narrow" w:cs="Segoe UI Symbol"/>
          <w:spacing w:val="-12"/>
          <w:kern w:val="0"/>
          <w:sz w:val="22"/>
          <w:szCs w:val="22"/>
          <w:lang w:eastAsia="en-US" w:bidi="ar-SA"/>
        </w:rPr>
        <w:t>de</w:t>
      </w:r>
      <w:r w:rsidR="00E37E41"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5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69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5"/>
          <w:kern w:val="0"/>
          <w:sz w:val="22"/>
          <w:szCs w:val="22"/>
          <w:lang w:eastAsia="en-US" w:bidi="ar-SA"/>
        </w:rPr>
        <w:t>que</w:t>
      </w:r>
      <w:r w:rsidRPr="00795329">
        <w:rPr>
          <w:rFonts w:ascii="Arial Narrow" w:eastAsia="Segoe UI Symbol" w:hAnsi="Arial Narrow" w:cs="Segoe UI Symbol"/>
          <w:spacing w:val="-1"/>
          <w:w w:val="9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5"/>
          <w:kern w:val="0"/>
          <w:sz w:val="22"/>
          <w:szCs w:val="22"/>
          <w:lang w:eastAsia="en-US" w:bidi="ar-SA"/>
        </w:rPr>
        <w:t>actúa</w:t>
      </w:r>
      <w:r w:rsidRPr="00795329">
        <w:rPr>
          <w:rFonts w:ascii="Arial Narrow" w:eastAsia="Segoe UI Symbol" w:hAnsi="Arial Narrow" w:cs="Segoe UI Symbol"/>
          <w:spacing w:val="-21"/>
          <w:w w:val="9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5"/>
          <w:kern w:val="0"/>
          <w:sz w:val="22"/>
          <w:szCs w:val="22"/>
          <w:lang w:eastAsia="en-US" w:bidi="ar-SA"/>
        </w:rPr>
        <w:t>en</w:t>
      </w:r>
      <w:r w:rsidRPr="00795329">
        <w:rPr>
          <w:rFonts w:ascii="Arial Narrow" w:eastAsia="Segoe UI Symbol" w:hAnsi="Arial Narrow" w:cs="Segoe UI Symbol"/>
          <w:spacing w:val="-21"/>
          <w:w w:val="9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5"/>
          <w:kern w:val="0"/>
          <w:sz w:val="22"/>
          <w:szCs w:val="22"/>
          <w:lang w:eastAsia="en-US" w:bidi="ar-SA"/>
        </w:rPr>
        <w:t>calidad</w:t>
      </w:r>
      <w:r w:rsidRPr="00795329">
        <w:rPr>
          <w:rFonts w:ascii="Arial Narrow" w:eastAsia="Segoe UI Symbol" w:hAnsi="Arial Narrow" w:cs="Segoe UI Symbol"/>
          <w:spacing w:val="-18"/>
          <w:w w:val="9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5"/>
          <w:w w:val="95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ab/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(administradora</w:t>
      </w:r>
      <w:r w:rsidRPr="00795329">
        <w:rPr>
          <w:rFonts w:ascii="Arial Narrow" w:eastAsia="Segoe UI Symbol" w:hAnsi="Arial Narrow" w:cs="Segoe UI Symbol"/>
          <w:spacing w:val="14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o</w:t>
      </w:r>
      <w:r w:rsidRPr="00795329">
        <w:rPr>
          <w:rFonts w:ascii="Arial Narrow" w:eastAsia="Segoe UI Symbol" w:hAnsi="Arial Narrow" w:cs="Segoe UI Symbol"/>
          <w:spacing w:val="1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administrador</w:t>
      </w:r>
      <w:r w:rsidRPr="00795329">
        <w:rPr>
          <w:rFonts w:ascii="Arial Narrow" w:eastAsia="Segoe UI Symbol" w:hAnsi="Arial Narrow" w:cs="Segoe UI Symbol"/>
          <w:spacing w:val="1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único,</w:t>
      </w:r>
      <w:r w:rsidRPr="00795329">
        <w:rPr>
          <w:rFonts w:ascii="Arial Narrow" w:eastAsia="Segoe UI Symbol" w:hAnsi="Arial Narrow" w:cs="Segoe UI Symbol"/>
          <w:spacing w:val="1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solidario</w:t>
      </w:r>
      <w:r w:rsidRPr="00795329">
        <w:rPr>
          <w:rFonts w:ascii="Arial Narrow" w:eastAsia="Segoe UI Symbol" w:hAnsi="Arial Narrow" w:cs="Segoe UI Symbol"/>
          <w:spacing w:val="1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o</w:t>
      </w:r>
      <w:r w:rsidRPr="00795329">
        <w:rPr>
          <w:rFonts w:ascii="Arial Narrow" w:eastAsia="Segoe UI Symbol" w:hAnsi="Arial Narrow" w:cs="Segoe UI Symbol"/>
          <w:spacing w:val="15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mancomunado</w:t>
      </w:r>
      <w:r w:rsidRPr="00795329">
        <w:rPr>
          <w:rFonts w:ascii="Arial Narrow" w:eastAsia="Segoe UI Symbol" w:hAnsi="Arial Narrow" w:cs="Segoe UI Symbol"/>
          <w:spacing w:val="12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10"/>
          <w:w w:val="90"/>
          <w:kern w:val="0"/>
          <w:sz w:val="22"/>
          <w:szCs w:val="22"/>
          <w:lang w:eastAsia="en-US" w:bidi="ar-SA"/>
        </w:rPr>
        <w:t>o</w:t>
      </w:r>
      <w:r w:rsidR="00E37E41"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apoderada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o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apoderado</w:t>
      </w:r>
      <w:r w:rsidRPr="00795329">
        <w:rPr>
          <w:rFonts w:ascii="Arial Narrow" w:eastAsia="Segoe UI Symbol" w:hAnsi="Arial Narrow" w:cs="Segoe UI Symbol"/>
          <w:spacing w:val="-9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solidario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o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mancomunado)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según</w:t>
      </w:r>
      <w:r w:rsidRPr="00795329">
        <w:rPr>
          <w:rFonts w:ascii="Arial Narrow" w:eastAsia="Segoe UI Symbol" w:hAnsi="Arial Narrow" w:cs="Segoe UI Symbol"/>
          <w:spacing w:val="-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Escritura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spacing w:val="-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constitución/poder/elevación</w:t>
      </w:r>
      <w:r w:rsidRPr="00795329">
        <w:rPr>
          <w:rFonts w:ascii="Arial Narrow" w:eastAsia="Segoe UI Symbol" w:hAnsi="Arial Narrow" w:cs="Segoe UI Symbol"/>
          <w:spacing w:val="-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a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>público</w:t>
      </w:r>
      <w:r w:rsidRPr="00795329">
        <w:rPr>
          <w:rFonts w:ascii="Arial Narrow" w:eastAsia="Segoe UI Symbol" w:hAnsi="Arial Narrow" w:cs="Segoe UI Symbol"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 xml:space="preserve">de </w:t>
      </w:r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acuerdos sociales, Núm. de protocolo ……….………..…otorgado por …………………………………….., con fecha……………………………en</w:t>
      </w:r>
      <w:r w:rsidRPr="00795329">
        <w:rPr>
          <w:rFonts w:ascii="Arial Narrow" w:eastAsia="Segoe UI Symbol" w:hAnsi="Arial Narrow" w:cs="Segoe UI Symbol"/>
          <w:spacing w:val="31"/>
          <w:w w:val="105"/>
          <w:kern w:val="0"/>
          <w:sz w:val="22"/>
          <w:szCs w:val="22"/>
          <w:lang w:eastAsia="en-US" w:bidi="ar-SA"/>
        </w:rPr>
        <w:t xml:space="preserve">  </w:t>
      </w:r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36"/>
          <w:w w:val="105"/>
          <w:kern w:val="0"/>
          <w:sz w:val="22"/>
          <w:szCs w:val="22"/>
          <w:lang w:eastAsia="en-US" w:bidi="ar-SA"/>
        </w:rPr>
        <w:t xml:space="preserve">  </w:t>
      </w:r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ciudad</w:t>
      </w:r>
      <w:r w:rsidRPr="00795329">
        <w:rPr>
          <w:rFonts w:ascii="Arial Narrow" w:eastAsia="Segoe UI Symbol" w:hAnsi="Arial Narrow" w:cs="Segoe UI Symbol"/>
          <w:spacing w:val="69"/>
          <w:w w:val="15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105"/>
          <w:kern w:val="0"/>
          <w:sz w:val="22"/>
          <w:szCs w:val="22"/>
          <w:lang w:eastAsia="en-US" w:bidi="ar-SA"/>
        </w:rPr>
        <w:t>de………………………</w:t>
      </w:r>
    </w:p>
    <w:p w:rsidR="0036157F" w:rsidRPr="00795329" w:rsidRDefault="0036157F" w:rsidP="00E37E41">
      <w:pPr>
        <w:widowControl w:val="0"/>
        <w:suppressAutoHyphens w:val="0"/>
        <w:autoSpaceDE w:val="0"/>
        <w:autoSpaceDN w:val="0"/>
        <w:spacing w:before="5" w:line="244" w:lineRule="auto"/>
        <w:ind w:left="322" w:right="338"/>
        <w:jc w:val="both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Declara</w:t>
      </w:r>
      <w:r w:rsidRPr="00795329">
        <w:rPr>
          <w:rFonts w:ascii="Arial Narrow" w:eastAsia="Segoe UI Symbol" w:hAnsi="Arial Narrow" w:cs="Segoe UI Symbol"/>
          <w:spacing w:val="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bajo</w:t>
      </w:r>
      <w:r w:rsidRPr="00795329">
        <w:rPr>
          <w:rFonts w:ascii="Arial Narrow" w:eastAsia="Segoe UI Symbol" w:hAnsi="Arial Narrow" w:cs="Segoe UI Symbol"/>
          <w:spacing w:val="1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su</w:t>
      </w:r>
      <w:r w:rsidRPr="00795329">
        <w:rPr>
          <w:rFonts w:ascii="Arial Narrow" w:eastAsia="Segoe UI Symbol" w:hAnsi="Arial Narrow" w:cs="Segoe UI Symbol"/>
          <w:spacing w:val="14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personal</w:t>
      </w:r>
      <w:r w:rsidRPr="00795329">
        <w:rPr>
          <w:rFonts w:ascii="Arial Narrow" w:eastAsia="Segoe UI Symbol" w:hAnsi="Arial Narrow" w:cs="Segoe UI Symbol"/>
          <w:spacing w:val="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responsabilidad</w:t>
      </w:r>
      <w:r w:rsidRPr="00795329">
        <w:rPr>
          <w:rFonts w:ascii="Arial Narrow" w:eastAsia="Segoe UI Symbol" w:hAnsi="Arial Narrow" w:cs="Segoe UI Symbol"/>
          <w:spacing w:val="11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y</w:t>
      </w:r>
      <w:r w:rsidRPr="00795329">
        <w:rPr>
          <w:rFonts w:ascii="Arial Narrow" w:eastAsia="Segoe UI Symbol" w:hAnsi="Arial Narrow" w:cs="Segoe UI Symbol"/>
          <w:spacing w:val="12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ante</w:t>
      </w:r>
      <w:r w:rsidRPr="00795329">
        <w:rPr>
          <w:rFonts w:ascii="Arial Narrow" w:eastAsia="Segoe UI Symbol" w:hAnsi="Arial Narrow" w:cs="Segoe UI Symbol"/>
          <w:spacing w:val="1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el</w:t>
      </w:r>
      <w:r w:rsidRPr="00795329">
        <w:rPr>
          <w:rFonts w:ascii="Arial Narrow" w:eastAsia="Segoe UI Symbol" w:hAnsi="Arial Narrow" w:cs="Segoe UI Symbol"/>
          <w:spacing w:val="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órgano</w:t>
      </w:r>
      <w:r w:rsidRPr="00795329">
        <w:rPr>
          <w:rFonts w:ascii="Arial Narrow" w:eastAsia="Segoe UI Symbol" w:hAnsi="Arial Narrow" w:cs="Segoe UI Symbol"/>
          <w:spacing w:val="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5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spacing w:val="1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2"/>
          <w:w w:val="85"/>
          <w:kern w:val="0"/>
          <w:sz w:val="22"/>
          <w:szCs w:val="22"/>
          <w:lang w:eastAsia="en-US" w:bidi="ar-SA"/>
        </w:rPr>
        <w:t>contratación:</w:t>
      </w:r>
    </w:p>
    <w:p w:rsidR="0036157F" w:rsidRPr="00795329" w:rsidRDefault="0036157F" w:rsidP="0036157F">
      <w:pPr>
        <w:widowControl w:val="0"/>
        <w:numPr>
          <w:ilvl w:val="0"/>
          <w:numId w:val="2"/>
        </w:numPr>
        <w:tabs>
          <w:tab w:val="left" w:pos="1083"/>
          <w:tab w:val="left" w:pos="1085"/>
        </w:tabs>
        <w:suppressAutoHyphens w:val="0"/>
        <w:autoSpaceDE w:val="0"/>
        <w:autoSpaceDN w:val="0"/>
        <w:spacing w:before="269" w:line="244" w:lineRule="auto"/>
        <w:ind w:right="363" w:hanging="360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ab/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Que la empresa licitadora cumple las condiciones establecidas legalmente para contratar con la Administración</w:t>
      </w:r>
      <w:r w:rsidRPr="00795329">
        <w:rPr>
          <w:rFonts w:ascii="Arial Narrow" w:eastAsia="Segoe UI Symbol" w:hAnsi="Arial Narrow" w:cs="Segoe UI Symbol"/>
          <w:spacing w:val="4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y</w:t>
      </w:r>
      <w:r w:rsidRPr="00795329">
        <w:rPr>
          <w:rFonts w:ascii="Arial Narrow" w:eastAsia="Segoe UI Symbol" w:hAnsi="Arial Narrow" w:cs="Segoe UI Symbol"/>
          <w:spacing w:val="-8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cuenta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con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las</w:t>
      </w:r>
      <w:r w:rsidRPr="00795329">
        <w:rPr>
          <w:rFonts w:ascii="Arial Narrow" w:eastAsia="Segoe UI Symbol" w:hAnsi="Arial Narrow" w:cs="Segoe UI Symbol"/>
          <w:spacing w:val="-1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autorizaciones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necesarias</w:t>
      </w:r>
      <w:r w:rsidRPr="00795329">
        <w:rPr>
          <w:rFonts w:ascii="Arial Narrow" w:eastAsia="Segoe UI Symbol" w:hAnsi="Arial Narrow" w:cs="Segoe UI Symbol"/>
          <w:spacing w:val="-1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para</w:t>
      </w:r>
      <w:r w:rsidRPr="00795329">
        <w:rPr>
          <w:rFonts w:ascii="Arial Narrow" w:eastAsia="Segoe UI Symbol" w:hAnsi="Arial Narrow" w:cs="Segoe UI Symbol"/>
          <w:spacing w:val="-1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ejercer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actividad.</w:t>
      </w:r>
    </w:p>
    <w:p w:rsidR="0036157F" w:rsidRPr="00795329" w:rsidRDefault="0036157F" w:rsidP="0036157F">
      <w:pPr>
        <w:widowControl w:val="0"/>
        <w:numPr>
          <w:ilvl w:val="0"/>
          <w:numId w:val="2"/>
        </w:numPr>
        <w:tabs>
          <w:tab w:val="left" w:pos="1085"/>
        </w:tabs>
        <w:suppressAutoHyphens w:val="0"/>
        <w:autoSpaceDE w:val="0"/>
        <w:autoSpaceDN w:val="0"/>
        <w:spacing w:before="8"/>
        <w:ind w:left="1085" w:hanging="362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Que</w:t>
      </w:r>
      <w:r w:rsidRPr="00795329">
        <w:rPr>
          <w:rFonts w:ascii="Arial Narrow" w:eastAsia="Segoe UI Symbol" w:hAnsi="Arial Narrow" w:cs="Segoe UI Symbol"/>
          <w:spacing w:val="-4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-11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empresa</w:t>
      </w:r>
      <w:r w:rsidRPr="00795329">
        <w:rPr>
          <w:rFonts w:ascii="Arial Narrow" w:eastAsia="Segoe UI Symbol" w:hAnsi="Arial Narrow" w:cs="Segoe UI Symbol"/>
          <w:spacing w:val="-8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licitadora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tiene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plena</w:t>
      </w:r>
      <w:r w:rsidRPr="00795329">
        <w:rPr>
          <w:rFonts w:ascii="Arial Narrow" w:eastAsia="Segoe UI Symbol" w:hAnsi="Arial Narrow" w:cs="Segoe UI Symbol"/>
          <w:spacing w:val="-1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capacidad</w:t>
      </w:r>
      <w:r w:rsidRPr="00795329">
        <w:rPr>
          <w:rFonts w:ascii="Arial Narrow" w:eastAsia="Segoe UI Symbol" w:hAnsi="Arial Narrow" w:cs="Segoe UI Symbol"/>
          <w:spacing w:val="-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spacing w:val="-2"/>
          <w:w w:val="90"/>
          <w:kern w:val="0"/>
          <w:sz w:val="22"/>
          <w:szCs w:val="22"/>
          <w:lang w:eastAsia="en-US" w:bidi="ar-SA"/>
        </w:rPr>
        <w:t>obrar.</w:t>
      </w:r>
    </w:p>
    <w:p w:rsidR="0036157F" w:rsidRPr="00795329" w:rsidRDefault="0036157F" w:rsidP="0036157F">
      <w:pPr>
        <w:widowControl w:val="0"/>
        <w:numPr>
          <w:ilvl w:val="0"/>
          <w:numId w:val="2"/>
        </w:numPr>
        <w:tabs>
          <w:tab w:val="left" w:pos="1083"/>
          <w:tab w:val="left" w:pos="1085"/>
        </w:tabs>
        <w:suppressAutoHyphens w:val="0"/>
        <w:autoSpaceDE w:val="0"/>
        <w:autoSpaceDN w:val="0"/>
        <w:spacing w:before="9" w:line="244" w:lineRule="auto"/>
        <w:ind w:right="542" w:hanging="360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ab/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Que</w:t>
      </w:r>
      <w:r w:rsidRPr="00795329">
        <w:rPr>
          <w:rFonts w:ascii="Arial Narrow" w:eastAsia="Segoe UI Symbol" w:hAnsi="Arial Narrow" w:cs="Segoe UI Symbol"/>
          <w:spacing w:val="-1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empresa</w:t>
      </w:r>
      <w:r w:rsidRPr="00795329">
        <w:rPr>
          <w:rFonts w:ascii="Arial Narrow" w:eastAsia="Segoe UI Symbol" w:hAnsi="Arial Narrow" w:cs="Segoe UI Symbol"/>
          <w:spacing w:val="-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licitadora no</w:t>
      </w:r>
      <w:r w:rsidRPr="00795329">
        <w:rPr>
          <w:rFonts w:ascii="Arial Narrow" w:eastAsia="Segoe UI Symbol" w:hAnsi="Arial Narrow" w:cs="Segoe UI Symbol"/>
          <w:spacing w:val="-5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se</w:t>
      </w:r>
      <w:r w:rsidRPr="00795329">
        <w:rPr>
          <w:rFonts w:ascii="Arial Narrow" w:eastAsia="Segoe UI Symbol" w:hAnsi="Arial Narrow" w:cs="Segoe UI Symbol"/>
          <w:spacing w:val="-7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encuentra</w:t>
      </w:r>
      <w:r w:rsidRPr="00795329">
        <w:rPr>
          <w:rFonts w:ascii="Arial Narrow" w:eastAsia="Segoe UI Symbol" w:hAnsi="Arial Narrow" w:cs="Segoe UI Symbol"/>
          <w:spacing w:val="-11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incursa</w:t>
      </w:r>
      <w:r w:rsidRPr="00795329">
        <w:rPr>
          <w:rFonts w:ascii="Arial Narrow" w:eastAsia="Segoe UI Symbol" w:hAnsi="Arial Narrow" w:cs="Segoe UI Symbol"/>
          <w:spacing w:val="-9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en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las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prohibiciones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para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contratar</w:t>
      </w:r>
      <w:r w:rsidRPr="00795329">
        <w:rPr>
          <w:rFonts w:ascii="Arial Narrow" w:eastAsia="Segoe UI Symbol" w:hAnsi="Arial Narrow" w:cs="Segoe UI Symbol"/>
          <w:spacing w:val="-2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previstas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en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el</w:t>
      </w:r>
      <w:r w:rsidRPr="00795329">
        <w:rPr>
          <w:rFonts w:ascii="Arial Narrow" w:eastAsia="Segoe UI Symbol" w:hAnsi="Arial Narrow" w:cs="Segoe UI Symbol"/>
          <w:spacing w:val="-6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artículo</w:t>
      </w:r>
      <w:r w:rsidRPr="00795329">
        <w:rPr>
          <w:rFonts w:ascii="Arial Narrow" w:eastAsia="Segoe UI Symbol" w:hAnsi="Arial Narrow" w:cs="Segoe UI Symbol"/>
          <w:spacing w:val="-10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71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de</w:t>
      </w:r>
      <w:r w:rsidRPr="00795329">
        <w:rPr>
          <w:rFonts w:ascii="Arial Narrow" w:eastAsia="Segoe UI Symbol" w:hAnsi="Arial Narrow" w:cs="Segoe UI Symbol"/>
          <w:spacing w:val="-33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-3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  <w:t>LCSP.</w:t>
      </w:r>
    </w:p>
    <w:p w:rsidR="0036157F" w:rsidRPr="00795329" w:rsidRDefault="0036157F" w:rsidP="0036157F">
      <w:pPr>
        <w:widowControl w:val="0"/>
        <w:numPr>
          <w:ilvl w:val="0"/>
          <w:numId w:val="2"/>
        </w:numPr>
        <w:tabs>
          <w:tab w:val="left" w:pos="1085"/>
        </w:tabs>
        <w:suppressAutoHyphens w:val="0"/>
        <w:autoSpaceDE w:val="0"/>
        <w:autoSpaceDN w:val="0"/>
        <w:spacing w:before="3"/>
        <w:ind w:left="1085" w:hanging="362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80"/>
          <w:kern w:val="0"/>
          <w:sz w:val="22"/>
          <w:szCs w:val="22"/>
          <w:lang w:eastAsia="en-US" w:bidi="ar-SA"/>
        </w:rPr>
        <w:t>Que</w:t>
      </w:r>
      <w:r w:rsidRPr="00795329">
        <w:rPr>
          <w:rFonts w:ascii="Arial Narrow" w:eastAsia="Segoe UI Symbol" w:hAnsi="Arial Narrow" w:cs="Segoe UI Symbol"/>
          <w:spacing w:val="-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0"/>
          <w:kern w:val="0"/>
          <w:sz w:val="22"/>
          <w:szCs w:val="22"/>
          <w:lang w:eastAsia="en-US" w:bidi="ar-SA"/>
        </w:rPr>
        <w:t>la</w:t>
      </w:r>
      <w:r w:rsidRPr="00795329">
        <w:rPr>
          <w:rFonts w:ascii="Arial Narrow" w:eastAsia="Segoe UI Symbol" w:hAnsi="Arial Narrow" w:cs="Segoe UI Symbol"/>
          <w:spacing w:val="-1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0"/>
          <w:kern w:val="0"/>
          <w:sz w:val="22"/>
          <w:szCs w:val="22"/>
          <w:lang w:eastAsia="en-US" w:bidi="ar-SA"/>
        </w:rPr>
        <w:t>empresa</w:t>
      </w:r>
      <w:r w:rsidRPr="00795329">
        <w:rPr>
          <w:rFonts w:ascii="Arial Narrow" w:eastAsia="Segoe UI Symbol" w:hAnsi="Arial Narrow" w:cs="Segoe UI Symbol"/>
          <w:spacing w:val="-4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0"/>
          <w:kern w:val="0"/>
          <w:sz w:val="22"/>
          <w:szCs w:val="22"/>
          <w:lang w:eastAsia="en-US" w:bidi="ar-SA"/>
        </w:rPr>
        <w:t>que</w:t>
      </w:r>
      <w:r w:rsidRPr="00795329">
        <w:rPr>
          <w:rFonts w:ascii="Arial Narrow" w:eastAsia="Segoe UI Symbol" w:hAnsi="Arial Narrow" w:cs="Segoe UI Symbol"/>
          <w:spacing w:val="-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80"/>
          <w:kern w:val="0"/>
          <w:sz w:val="22"/>
          <w:szCs w:val="22"/>
          <w:lang w:eastAsia="en-US" w:bidi="ar-SA"/>
        </w:rPr>
        <w:t>represento:</w:t>
      </w:r>
      <w:r w:rsidRPr="00795329">
        <w:rPr>
          <w:rFonts w:ascii="Arial Narrow" w:eastAsia="Segoe UI Symbol" w:hAnsi="Arial Narrow" w:cs="Segoe UI Symbol"/>
          <w:spacing w:val="-11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i/>
          <w:w w:val="80"/>
          <w:kern w:val="0"/>
          <w:sz w:val="22"/>
          <w:szCs w:val="22"/>
          <w:lang w:eastAsia="en-US" w:bidi="ar-SA"/>
        </w:rPr>
        <w:t>(indicar</w:t>
      </w:r>
      <w:r w:rsidRPr="00795329">
        <w:rPr>
          <w:rFonts w:ascii="Arial Narrow" w:eastAsia="Segoe UI Symbol" w:hAnsi="Arial Narrow" w:cs="Segoe UI Symbol"/>
          <w:spacing w:val="-15"/>
          <w:w w:val="8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i/>
          <w:w w:val="80"/>
          <w:kern w:val="0"/>
          <w:sz w:val="22"/>
          <w:szCs w:val="22"/>
          <w:lang w:eastAsia="en-US" w:bidi="ar-SA"/>
        </w:rPr>
        <w:t>a</w:t>
      </w:r>
      <w:r w:rsidRPr="00795329">
        <w:rPr>
          <w:rFonts w:ascii="Arial Narrow" w:eastAsia="Segoe UI Symbol" w:hAnsi="Arial Narrow" w:cs="Segoe UI Symbol"/>
          <w:spacing w:val="-19"/>
          <w:w w:val="80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795329">
        <w:rPr>
          <w:rFonts w:ascii="Arial Narrow" w:eastAsia="Segoe UI Symbol" w:hAnsi="Arial Narrow" w:cs="Segoe UI Symbol"/>
          <w:i/>
          <w:spacing w:val="-5"/>
          <w:w w:val="80"/>
          <w:kern w:val="0"/>
          <w:sz w:val="22"/>
          <w:szCs w:val="22"/>
          <w:lang w:eastAsia="en-US" w:bidi="ar-SA"/>
        </w:rPr>
        <w:t>ó</w:t>
      </w:r>
      <w:proofErr w:type="spellEnd"/>
      <w:r w:rsidR="00310BC8" w:rsidRPr="00795329">
        <w:rPr>
          <w:rFonts w:ascii="Arial Narrow" w:eastAsia="Segoe UI Symbol" w:hAnsi="Arial Narrow" w:cs="Segoe UI Symbol"/>
          <w:i/>
          <w:spacing w:val="-5"/>
          <w:w w:val="8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i/>
          <w:spacing w:val="-5"/>
          <w:w w:val="80"/>
          <w:kern w:val="0"/>
          <w:sz w:val="22"/>
          <w:szCs w:val="22"/>
          <w:lang w:eastAsia="en-US" w:bidi="ar-SA"/>
        </w:rPr>
        <w:t>b)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96"/>
        <w:rPr>
          <w:rFonts w:ascii="Arial Narrow" w:eastAsia="Segoe UI Symbol" w:hAnsi="Arial Narrow" w:cs="Segoe UI Symbol"/>
          <w:i/>
          <w:kern w:val="0"/>
          <w:sz w:val="22"/>
          <w:szCs w:val="22"/>
          <w:lang w:eastAsia="en-US" w:bidi="ar-SA"/>
        </w:rPr>
      </w:pPr>
    </w:p>
    <w:p w:rsidR="0036157F" w:rsidRPr="00795329" w:rsidRDefault="0036157F" w:rsidP="0036157F">
      <w:pPr>
        <w:widowControl w:val="0"/>
        <w:numPr>
          <w:ilvl w:val="1"/>
          <w:numId w:val="2"/>
        </w:numPr>
        <w:tabs>
          <w:tab w:val="left" w:pos="1628"/>
        </w:tabs>
        <w:suppressAutoHyphens w:val="0"/>
        <w:autoSpaceDE w:val="0"/>
        <w:autoSpaceDN w:val="0"/>
        <w:ind w:left="1628" w:hanging="214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noProof/>
          <w:w w:val="90"/>
          <w:kern w:val="0"/>
          <w:sz w:val="22"/>
          <w:szCs w:val="22"/>
          <w:lang w:eastAsia="es-ES" w:bidi="ar-SA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48200E30" wp14:editId="10CD233A">
                <wp:simplePos x="0" y="0"/>
                <wp:positionH relativeFrom="page">
                  <wp:posOffset>934211</wp:posOffset>
                </wp:positionH>
                <wp:positionV relativeFrom="paragraph">
                  <wp:posOffset>30351</wp:posOffset>
                </wp:positionV>
                <wp:extent cx="139065" cy="139065"/>
                <wp:effectExtent l="0" t="0" r="0" b="0"/>
                <wp:wrapNone/>
                <wp:docPr id="408" name="Graphi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" cy="139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" h="139065">
                              <a:moveTo>
                                <a:pt x="0" y="138683"/>
                              </a:moveTo>
                              <a:lnTo>
                                <a:pt x="138683" y="138683"/>
                              </a:lnTo>
                              <a:lnTo>
                                <a:pt x="138683" y="0"/>
                              </a:lnTo>
                              <a:lnTo>
                                <a:pt x="0" y="0"/>
                              </a:lnTo>
                              <a:lnTo>
                                <a:pt x="0" y="138683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BF768" id="Graphic 408" o:spid="_x0000_s1026" style="position:absolute;margin-left:73.55pt;margin-top:2.4pt;width:10.95pt;height:10.9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065,139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" path="m,138683r138683,l138683,,,,,138683xe" filled="f" strokeweight=".25397mm">
                <v:path arrowok="t"/>
                <w10:wrap anchorx="page"/>
              </v:shape>
            </w:pict>
          </mc:Fallback>
        </mc:AlternateConten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No pertenece a ningún grupo de empresas.</w:t>
      </w:r>
    </w:p>
    <w:p w:rsidR="0036157F" w:rsidRPr="00795329" w:rsidRDefault="0036157F" w:rsidP="0036157F">
      <w:pPr>
        <w:widowControl w:val="0"/>
        <w:numPr>
          <w:ilvl w:val="1"/>
          <w:numId w:val="2"/>
        </w:numPr>
        <w:tabs>
          <w:tab w:val="left" w:pos="1639"/>
        </w:tabs>
        <w:suppressAutoHyphens w:val="0"/>
        <w:autoSpaceDE w:val="0"/>
        <w:autoSpaceDN w:val="0"/>
        <w:spacing w:before="9" w:line="286" w:lineRule="exact"/>
        <w:ind w:left="1639" w:hanging="225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noProof/>
          <w:w w:val="90"/>
          <w:kern w:val="0"/>
          <w:sz w:val="22"/>
          <w:szCs w:val="22"/>
          <w:lang w:eastAsia="es-ES" w:bidi="ar-SA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8CD2F1B" wp14:editId="6294D9C6">
                <wp:simplePos x="0" y="0"/>
                <wp:positionH relativeFrom="page">
                  <wp:posOffset>934211</wp:posOffset>
                </wp:positionH>
                <wp:positionV relativeFrom="paragraph">
                  <wp:posOffset>22847</wp:posOffset>
                </wp:positionV>
                <wp:extent cx="139065" cy="137160"/>
                <wp:effectExtent l="0" t="0" r="0" b="0"/>
                <wp:wrapNone/>
                <wp:docPr id="409" name="Graphic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" cy="137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" h="137160">
                              <a:moveTo>
                                <a:pt x="0" y="137159"/>
                              </a:moveTo>
                              <a:lnTo>
                                <a:pt x="138683" y="137159"/>
                              </a:lnTo>
                              <a:lnTo>
                                <a:pt x="138683" y="0"/>
                              </a:lnTo>
                              <a:lnTo>
                                <a:pt x="0" y="0"/>
                              </a:lnTo>
                              <a:lnTo>
                                <a:pt x="0" y="137159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0AED7" id="Graphic 409" o:spid="_x0000_s1026" style="position:absolute;margin-left:73.55pt;margin-top:1.8pt;width:10.95pt;height:10.8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065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" path="m,137159r138683,l138683,,,,,137159xe" filled="f" strokeweight=".25397mm">
                <v:path arrowok="t"/>
                <w10:wrap anchorx="page"/>
              </v:shape>
            </w:pict>
          </mc:Fallback>
        </mc:AlternateConten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Pertenece al grupo de empresas denominado:</w:t>
      </w:r>
    </w:p>
    <w:p w:rsidR="0036157F" w:rsidRPr="00795329" w:rsidRDefault="00E37E41" w:rsidP="0036157F">
      <w:pPr>
        <w:widowControl w:val="0"/>
        <w:suppressAutoHyphens w:val="0"/>
        <w:autoSpaceDE w:val="0"/>
        <w:autoSpaceDN w:val="0"/>
        <w:spacing w:line="453" w:lineRule="auto"/>
        <w:ind w:left="1085" w:right="4941" w:firstLine="554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……………………………………………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En este último caso deberá indicar: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97" w:line="244" w:lineRule="auto"/>
        <w:ind w:left="1543" w:hanging="413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noProof/>
          <w:w w:val="90"/>
          <w:kern w:val="0"/>
          <w:sz w:val="22"/>
          <w:szCs w:val="22"/>
          <w:lang w:eastAsia="es-ES" w:bidi="ar-SA"/>
        </w:rPr>
        <w:drawing>
          <wp:inline distT="0" distB="0" distL="0" distR="0" wp14:anchorId="03737F43" wp14:editId="00E5EA43">
            <wp:extent cx="147827" cy="147827"/>
            <wp:effectExtent l="0" t="0" r="0" b="0"/>
            <wp:docPr id="410" name="Image 4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 4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7" cy="14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No concurren a la licitación otras empresas del Grupo que se encuentren en alguno de los supuestos del artículo 42.1 del Código</w:t>
      </w:r>
      <w:r w:rsidR="00795329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de Comercio.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5" w:line="244" w:lineRule="auto"/>
        <w:ind w:left="1541" w:hanging="368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noProof/>
          <w:w w:val="90"/>
          <w:kern w:val="0"/>
          <w:sz w:val="22"/>
          <w:szCs w:val="22"/>
          <w:lang w:eastAsia="es-ES" w:bidi="ar-SA"/>
        </w:rPr>
        <w:drawing>
          <wp:inline distT="0" distB="0" distL="0" distR="0" wp14:anchorId="0F58B34E" wp14:editId="58E37C32">
            <wp:extent cx="147827" cy="147827"/>
            <wp:effectExtent l="0" t="0" r="0" b="0"/>
            <wp:docPr id="411" name="Image 4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Image 4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7" cy="14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Concurren a la licitación otras empresas del Grupo que se encuentren en alguno de los supuestos del artículo 42.1 del Código de Comercio. (indicar nombre de las otras empresas)</w:t>
      </w:r>
    </w:p>
    <w:p w:rsidR="0036157F" w:rsidRPr="00795329" w:rsidRDefault="0036157F" w:rsidP="00E37E41">
      <w:pPr>
        <w:pStyle w:val="Prrafodelista"/>
        <w:widowControl w:val="0"/>
        <w:numPr>
          <w:ilvl w:val="0"/>
          <w:numId w:val="1"/>
        </w:numPr>
        <w:tabs>
          <w:tab w:val="left" w:pos="1444"/>
        </w:tabs>
        <w:suppressAutoHyphens w:val="0"/>
        <w:autoSpaceDE w:val="0"/>
        <w:autoSpaceDN w:val="0"/>
        <w:spacing w:before="277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……………………………………………………………………………………….</w:t>
      </w:r>
    </w:p>
    <w:p w:rsidR="0036157F" w:rsidRPr="00795329" w:rsidRDefault="0036157F" w:rsidP="00E37E41">
      <w:pPr>
        <w:pStyle w:val="Prrafodelista"/>
        <w:widowControl w:val="0"/>
        <w:numPr>
          <w:ilvl w:val="0"/>
          <w:numId w:val="1"/>
        </w:numPr>
        <w:tabs>
          <w:tab w:val="left" w:pos="1444"/>
        </w:tabs>
        <w:suppressAutoHyphens w:val="0"/>
        <w:autoSpaceDE w:val="0"/>
        <w:autoSpaceDN w:val="0"/>
        <w:spacing w:before="277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spacing w:val="-2"/>
          <w:w w:val="120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</w:t>
      </w:r>
      <w:r w:rsidR="00310BC8" w:rsidRPr="00795329">
        <w:rPr>
          <w:rFonts w:ascii="Arial Narrow" w:eastAsia="Segoe UI Symbol" w:hAnsi="Arial Narrow" w:cs="Segoe UI Symbol"/>
          <w:spacing w:val="-2"/>
          <w:w w:val="120"/>
          <w:kern w:val="0"/>
          <w:sz w:val="22"/>
          <w:szCs w:val="22"/>
          <w:lang w:eastAsia="en-US" w:bidi="ar-SA"/>
        </w:rPr>
        <w:t>……….</w:t>
      </w:r>
    </w:p>
    <w:p w:rsidR="0036157F" w:rsidRPr="00795329" w:rsidRDefault="00454B08" w:rsidP="0036157F">
      <w:pPr>
        <w:widowControl w:val="0"/>
        <w:suppressAutoHyphens w:val="0"/>
        <w:autoSpaceDE w:val="0"/>
        <w:autoSpaceDN w:val="0"/>
        <w:spacing w:before="276"/>
        <w:ind w:right="349"/>
        <w:jc w:val="right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b/>
          <w:spacing w:val="2"/>
          <w:w w:val="85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b/>
          <w:spacing w:val="2"/>
          <w:w w:val="85"/>
          <w:kern w:val="0"/>
          <w:sz w:val="22"/>
          <w:szCs w:val="22"/>
          <w:lang w:eastAsia="en-US" w:bidi="ar-SA"/>
        </w:rPr>
        <w:t>(</w:t>
      </w:r>
      <w:r w:rsidR="0036157F" w:rsidRPr="00795329">
        <w:rPr>
          <w:rFonts w:ascii="Arial Narrow" w:eastAsia="Segoe UI Symbol" w:hAnsi="Arial Narrow" w:cs="Segoe UI Symbol"/>
          <w:spacing w:val="2"/>
          <w:w w:val="85"/>
          <w:kern w:val="0"/>
          <w:sz w:val="22"/>
          <w:szCs w:val="22"/>
          <w:lang w:eastAsia="en-US" w:bidi="ar-SA"/>
        </w:rPr>
        <w:t>Lugar,</w:t>
      </w:r>
      <w:r w:rsidR="0036157F" w:rsidRPr="00795329">
        <w:rPr>
          <w:rFonts w:ascii="Arial Narrow" w:eastAsia="Segoe UI Symbol" w:hAnsi="Arial Narrow" w:cs="Segoe UI Symbol"/>
          <w:spacing w:val="-15"/>
          <w:w w:val="85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spacing w:val="2"/>
          <w:w w:val="85"/>
          <w:kern w:val="0"/>
          <w:sz w:val="22"/>
          <w:szCs w:val="22"/>
          <w:lang w:eastAsia="en-US" w:bidi="ar-SA"/>
        </w:rPr>
        <w:t>fecha</w:t>
      </w:r>
      <w:r w:rsidR="0036157F" w:rsidRPr="00795329">
        <w:rPr>
          <w:rFonts w:ascii="Arial Narrow" w:eastAsia="Segoe UI Symbol" w:hAnsi="Arial Narrow" w:cs="Segoe UI Symbol"/>
          <w:spacing w:val="-13"/>
          <w:w w:val="85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spacing w:val="2"/>
          <w:w w:val="85"/>
          <w:kern w:val="0"/>
          <w:sz w:val="22"/>
          <w:szCs w:val="22"/>
          <w:lang w:eastAsia="en-US" w:bidi="ar-SA"/>
        </w:rPr>
        <w:t>y</w:t>
      </w:r>
      <w:r w:rsidR="0036157F" w:rsidRPr="00795329">
        <w:rPr>
          <w:rFonts w:ascii="Arial Narrow" w:eastAsia="Segoe UI Symbol" w:hAnsi="Arial Narrow" w:cs="Segoe UI Symbol"/>
          <w:spacing w:val="-13"/>
          <w:w w:val="85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spacing w:val="-2"/>
          <w:w w:val="85"/>
          <w:kern w:val="0"/>
          <w:sz w:val="22"/>
          <w:szCs w:val="22"/>
          <w:lang w:eastAsia="en-US" w:bidi="ar-SA"/>
        </w:rPr>
        <w:t>firma)</w:t>
      </w:r>
    </w:p>
    <w:p w:rsidR="00310BC8" w:rsidRPr="00795329" w:rsidRDefault="00310BC8" w:rsidP="0036157F">
      <w:pPr>
        <w:widowControl w:val="0"/>
        <w:suppressAutoHyphens w:val="0"/>
        <w:autoSpaceDE w:val="0"/>
        <w:autoSpaceDN w:val="0"/>
        <w:spacing w:before="17"/>
        <w:ind w:left="22"/>
        <w:jc w:val="center"/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</w:pPr>
    </w:p>
    <w:p w:rsidR="00795329" w:rsidRDefault="00795329">
      <w:pPr>
        <w:suppressAutoHyphens w:val="0"/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</w:pPr>
      <w:r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br w:type="page"/>
      </w:r>
    </w:p>
    <w:p w:rsidR="00795329" w:rsidRDefault="00795329" w:rsidP="0036157F">
      <w:pPr>
        <w:widowControl w:val="0"/>
        <w:suppressAutoHyphens w:val="0"/>
        <w:autoSpaceDE w:val="0"/>
        <w:autoSpaceDN w:val="0"/>
        <w:spacing w:before="17"/>
        <w:ind w:left="22"/>
        <w:jc w:val="center"/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</w:pP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17"/>
        <w:ind w:left="22"/>
        <w:jc w:val="center"/>
        <w:rPr>
          <w:rFonts w:ascii="Arial Narrow" w:eastAsia="Segoe UI Symbol" w:hAnsi="Arial Narrow" w:cs="Segoe UI Symbol"/>
          <w:b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t>ANEXO</w:t>
      </w:r>
      <w:r w:rsidRPr="00795329">
        <w:rPr>
          <w:rFonts w:ascii="Arial Narrow" w:eastAsia="Segoe UI Symbol" w:hAnsi="Arial Narrow" w:cs="Segoe UI Symbol"/>
          <w:spacing w:val="16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t>II-b</w:t>
      </w:r>
      <w:r w:rsidRPr="00795329">
        <w:rPr>
          <w:rFonts w:ascii="Arial Narrow" w:eastAsia="Segoe UI Symbol" w:hAnsi="Arial Narrow" w:cs="Segoe UI Symbol"/>
          <w:spacing w:val="14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t>DECLARACIÓN</w:t>
      </w:r>
      <w:r w:rsidRPr="00795329">
        <w:rPr>
          <w:rFonts w:ascii="Arial Narrow" w:eastAsia="Segoe UI Symbol" w:hAnsi="Arial Narrow" w:cs="Segoe UI Symbol"/>
          <w:spacing w:val="1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t>RESPONSABLE</w:t>
      </w:r>
      <w:r w:rsidRPr="00795329">
        <w:rPr>
          <w:rFonts w:ascii="Arial Narrow" w:eastAsia="Segoe UI Symbol" w:hAnsi="Arial Narrow" w:cs="Segoe UI Symbol"/>
          <w:spacing w:val="13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b/>
          <w:w w:val="60"/>
          <w:kern w:val="0"/>
          <w:sz w:val="22"/>
          <w:szCs w:val="22"/>
          <w:lang w:eastAsia="en-US" w:bidi="ar-SA"/>
        </w:rPr>
        <w:t>SOBRE</w:t>
      </w:r>
      <w:r w:rsidRPr="00795329">
        <w:rPr>
          <w:rFonts w:ascii="Arial Narrow" w:eastAsia="Segoe UI Symbol" w:hAnsi="Arial Narrow" w:cs="Segoe UI Symbol"/>
          <w:spacing w:val="18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b/>
          <w:spacing w:val="-2"/>
          <w:w w:val="60"/>
          <w:kern w:val="0"/>
          <w:sz w:val="22"/>
          <w:szCs w:val="22"/>
          <w:lang w:eastAsia="en-US" w:bidi="ar-SA"/>
        </w:rPr>
        <w:t>CAPACIDAD</w:t>
      </w:r>
    </w:p>
    <w:p w:rsidR="0036157F" w:rsidRPr="00795329" w:rsidRDefault="0036157F" w:rsidP="00795329">
      <w:pPr>
        <w:widowControl w:val="0"/>
        <w:suppressAutoHyphens w:val="0"/>
        <w:autoSpaceDE w:val="0"/>
        <w:autoSpaceDN w:val="0"/>
        <w:spacing w:before="119"/>
        <w:ind w:firstLine="709"/>
        <w:rPr>
          <w:rFonts w:ascii="Arial Narrow" w:eastAsia="Segoe UI Symbol" w:hAnsi="Arial Narrow" w:cs="Segoe UI Symbol"/>
          <w:b/>
          <w:kern w:val="0"/>
          <w:sz w:val="22"/>
          <w:szCs w:val="22"/>
          <w:lang w:eastAsia="en-US" w:bidi="ar-SA"/>
        </w:rPr>
      </w:pPr>
    </w:p>
    <w:p w:rsidR="0036157F" w:rsidRPr="00795329" w:rsidRDefault="0036157F" w:rsidP="00795329">
      <w:pPr>
        <w:widowControl w:val="0"/>
        <w:suppressAutoHyphens w:val="0"/>
        <w:autoSpaceDE w:val="0"/>
        <w:autoSpaceDN w:val="0"/>
        <w:spacing w:before="1"/>
        <w:ind w:left="363"/>
        <w:jc w:val="center"/>
        <w:outlineLvl w:val="0"/>
        <w:rPr>
          <w:rFonts w:ascii="Arial Narrow" w:eastAsia="Tahoma" w:hAnsi="Arial Narrow" w:cs="Tahoma"/>
          <w:b/>
          <w:bCs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Tahoma" w:hAnsi="Arial Narrow" w:cs="Tahoma"/>
          <w:b/>
          <w:bCs/>
          <w:spacing w:val="4"/>
          <w:w w:val="60"/>
          <w:kern w:val="0"/>
          <w:sz w:val="22"/>
          <w:szCs w:val="22"/>
          <w:lang w:eastAsia="en-US" w:bidi="ar-SA"/>
        </w:rPr>
        <w:t>PERSONA</w:t>
      </w:r>
      <w:r w:rsidRPr="00795329">
        <w:rPr>
          <w:rFonts w:ascii="Arial Narrow" w:eastAsia="Tahoma" w:hAnsi="Arial Narrow" w:cs="Tahoma"/>
          <w:bCs/>
          <w:spacing w:val="-7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Tahoma" w:hAnsi="Arial Narrow" w:cs="Tahoma"/>
          <w:b/>
          <w:bCs/>
          <w:spacing w:val="-2"/>
          <w:w w:val="70"/>
          <w:kern w:val="0"/>
          <w:sz w:val="22"/>
          <w:szCs w:val="22"/>
          <w:lang w:eastAsia="en-US" w:bidi="ar-SA"/>
        </w:rPr>
        <w:t>FÍSICA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15"/>
        <w:rPr>
          <w:rFonts w:ascii="Arial Narrow" w:eastAsia="Segoe UI Symbol" w:hAnsi="Arial Narrow" w:cs="Segoe UI Symbol"/>
          <w:b/>
          <w:kern w:val="0"/>
          <w:lang w:eastAsia="en-US" w:bidi="ar-SA"/>
        </w:rPr>
      </w:pPr>
    </w:p>
    <w:p w:rsidR="0036157F" w:rsidRPr="00795329" w:rsidRDefault="00E81749" w:rsidP="00310BC8">
      <w:pPr>
        <w:widowControl w:val="0"/>
        <w:tabs>
          <w:tab w:val="left" w:pos="8199"/>
        </w:tabs>
        <w:suppressAutoHyphens w:val="0"/>
        <w:autoSpaceDE w:val="0"/>
        <w:autoSpaceDN w:val="0"/>
        <w:ind w:left="377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proofErr w:type="spellStart"/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Dº</w:t>
      </w:r>
      <w:proofErr w:type="spellEnd"/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./Dña.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……………………………………………………………..……con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Documento Nacional de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Identidad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  </w:t>
      </w:r>
      <w:proofErr w:type="spellStart"/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núm</w:t>
      </w:r>
      <w:proofErr w:type="spellEnd"/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………………………..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actuando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en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nombre</w:t>
      </w:r>
      <w:r w:rsidR="00310BC8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 xml:space="preserve"> </w:t>
      </w:r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propio De</w:t>
      </w:r>
      <w:bookmarkStart w:id="0" w:name="_GoBack"/>
      <w:bookmarkEnd w:id="0"/>
      <w:r w:rsidR="0036157F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clara bajo su personal responsabilidad y ante el órgano de contratación:</w:t>
      </w:r>
    </w:p>
    <w:p w:rsidR="00310BC8" w:rsidRPr="00795329" w:rsidRDefault="00310BC8" w:rsidP="00310BC8">
      <w:pPr>
        <w:widowControl w:val="0"/>
        <w:tabs>
          <w:tab w:val="left" w:pos="8199"/>
        </w:tabs>
        <w:suppressAutoHyphens w:val="0"/>
        <w:autoSpaceDE w:val="0"/>
        <w:autoSpaceDN w:val="0"/>
        <w:ind w:left="377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</w:p>
    <w:p w:rsidR="0036157F" w:rsidRPr="00795329" w:rsidRDefault="0036157F" w:rsidP="0036157F">
      <w:pPr>
        <w:widowControl w:val="0"/>
        <w:numPr>
          <w:ilvl w:val="0"/>
          <w:numId w:val="3"/>
        </w:numPr>
        <w:tabs>
          <w:tab w:val="left" w:pos="1084"/>
        </w:tabs>
        <w:suppressAutoHyphens w:val="0"/>
        <w:autoSpaceDE w:val="0"/>
        <w:autoSpaceDN w:val="0"/>
        <w:spacing w:line="280" w:lineRule="exact"/>
        <w:ind w:left="1084" w:hanging="361"/>
        <w:jc w:val="both"/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Que tiene plena capacidad de obrar y cuenta con las autorizaciones necesarias para ejercer la actividad.</w:t>
      </w:r>
    </w:p>
    <w:p w:rsidR="0036157F" w:rsidRPr="00795329" w:rsidRDefault="0036157F" w:rsidP="0036157F">
      <w:pPr>
        <w:widowControl w:val="0"/>
        <w:numPr>
          <w:ilvl w:val="0"/>
          <w:numId w:val="3"/>
        </w:numPr>
        <w:tabs>
          <w:tab w:val="left" w:pos="1084"/>
        </w:tabs>
        <w:suppressAutoHyphens w:val="0"/>
        <w:autoSpaceDE w:val="0"/>
        <w:autoSpaceDN w:val="0"/>
        <w:spacing w:before="10"/>
        <w:ind w:left="1084" w:hanging="361"/>
        <w:jc w:val="both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No encontrarse incursa en las prohibiciones para contratar previstas en el artículo 71 de la LCSP</w:t>
      </w:r>
      <w:r w:rsidRPr="00795329">
        <w:rPr>
          <w:rFonts w:ascii="Arial Narrow" w:eastAsia="Segoe UI Symbol" w:hAnsi="Arial Narrow" w:cs="Segoe UI Symbol"/>
          <w:spacing w:val="-4"/>
          <w:w w:val="90"/>
          <w:kern w:val="0"/>
          <w:sz w:val="22"/>
          <w:szCs w:val="22"/>
          <w:lang w:eastAsia="en-US" w:bidi="ar-SA"/>
        </w:rPr>
        <w:t>.</w:t>
      </w:r>
    </w:p>
    <w:p w:rsidR="0036157F" w:rsidRPr="00795329" w:rsidRDefault="0036157F" w:rsidP="0036157F">
      <w:pPr>
        <w:widowControl w:val="0"/>
        <w:numPr>
          <w:ilvl w:val="0"/>
          <w:numId w:val="3"/>
        </w:numPr>
        <w:tabs>
          <w:tab w:val="left" w:pos="1083"/>
        </w:tabs>
        <w:suppressAutoHyphens w:val="0"/>
        <w:autoSpaceDE w:val="0"/>
        <w:autoSpaceDN w:val="0"/>
        <w:spacing w:before="4" w:line="244" w:lineRule="auto"/>
        <w:ind w:left="1083" w:right="338" w:hanging="360"/>
        <w:jc w:val="both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Que, en caso de personas licitadoras extranjeras, se somete a la jurisdicción de los Juzgados y Tribunales españoles de cualquier orden, en todas las incidencias que de modo directo o indirecto pudieran surgir del contrato, con renuncia, en su caso, al fuero jurisdiccional extranjero que pudiera corresponder a la persona licitadora</w:t>
      </w:r>
      <w:r w:rsidRPr="00795329">
        <w:rPr>
          <w:rFonts w:ascii="Arial Narrow" w:eastAsia="Segoe UI Symbol" w:hAnsi="Arial Narrow" w:cs="Segoe UI Symbol"/>
          <w:spacing w:val="-2"/>
          <w:kern w:val="0"/>
          <w:sz w:val="22"/>
          <w:szCs w:val="22"/>
          <w:lang w:eastAsia="en-US" w:bidi="ar-SA"/>
        </w:rPr>
        <w:t>.</w:t>
      </w:r>
    </w:p>
    <w:p w:rsidR="0036157F" w:rsidRPr="00795329" w:rsidRDefault="0036157F" w:rsidP="0036157F">
      <w:pPr>
        <w:widowControl w:val="0"/>
        <w:suppressAutoHyphens w:val="0"/>
        <w:autoSpaceDE w:val="0"/>
        <w:autoSpaceDN w:val="0"/>
        <w:spacing w:before="268"/>
        <w:rPr>
          <w:rFonts w:ascii="Arial Narrow" w:eastAsia="Segoe UI Symbol" w:hAnsi="Arial Narrow" w:cs="Segoe UI Symbol"/>
          <w:kern w:val="0"/>
          <w:sz w:val="22"/>
          <w:szCs w:val="22"/>
          <w:lang w:eastAsia="en-US" w:bidi="ar-SA"/>
        </w:rPr>
      </w:pPr>
    </w:p>
    <w:p w:rsidR="001C21C4" w:rsidRPr="00795329" w:rsidRDefault="0036157F" w:rsidP="000E22D1">
      <w:pPr>
        <w:widowControl w:val="0"/>
        <w:suppressAutoHyphens w:val="0"/>
        <w:autoSpaceDE w:val="0"/>
        <w:autoSpaceDN w:val="0"/>
        <w:ind w:right="337"/>
        <w:jc w:val="right"/>
        <w:rPr>
          <w:rFonts w:ascii="Arial Narrow" w:hAnsi="Arial Narrow"/>
          <w:sz w:val="22"/>
          <w:szCs w:val="22"/>
        </w:rPr>
      </w:pP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(Lugar,</w:t>
      </w:r>
      <w:r w:rsidRPr="00795329">
        <w:rPr>
          <w:rFonts w:ascii="Arial Narrow" w:eastAsia="Segoe UI Symbol" w:hAnsi="Arial Narrow" w:cs="Segoe UI Symbol"/>
          <w:spacing w:val="-30"/>
          <w:w w:val="90"/>
          <w:kern w:val="0"/>
          <w:sz w:val="22"/>
          <w:szCs w:val="22"/>
          <w:lang w:eastAsia="en-US" w:bidi="ar-SA"/>
        </w:rPr>
        <w:t xml:space="preserve"> </w:t>
      </w:r>
      <w:r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fecha</w:t>
      </w:r>
      <w:r w:rsidR="00E37E41" w:rsidRPr="00795329">
        <w:rPr>
          <w:rFonts w:ascii="Arial Narrow" w:eastAsia="Segoe UI Symbol" w:hAnsi="Arial Narrow" w:cs="Segoe UI Symbol"/>
          <w:w w:val="90"/>
          <w:kern w:val="0"/>
          <w:sz w:val="22"/>
          <w:szCs w:val="22"/>
          <w:lang w:eastAsia="en-US" w:bidi="ar-SA"/>
        </w:rPr>
        <w:t>)</w:t>
      </w:r>
    </w:p>
    <w:sectPr w:rsidR="001C21C4" w:rsidRPr="00795329" w:rsidSect="003D4C50">
      <w:headerReference w:type="default" r:id="rId8"/>
      <w:footerReference w:type="default" r:id="rId9"/>
      <w:headerReference w:type="first" r:id="rId10"/>
      <w:pgSz w:w="11906" w:h="16838"/>
      <w:pgMar w:top="2633" w:right="1134" w:bottom="1134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629" w:rsidRDefault="005D0629" w:rsidP="0036157F">
      <w:r>
        <w:separator/>
      </w:r>
    </w:p>
  </w:endnote>
  <w:endnote w:type="continuationSeparator" w:id="0">
    <w:p w:rsidR="005D0629" w:rsidRDefault="005D0629" w:rsidP="0036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203" w:rsidRDefault="003D4C50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629" w:rsidRDefault="005D0629" w:rsidP="0036157F">
      <w:r>
        <w:separator/>
      </w:r>
    </w:p>
  </w:footnote>
  <w:footnote w:type="continuationSeparator" w:id="0">
    <w:p w:rsidR="005D0629" w:rsidRDefault="005D0629" w:rsidP="00361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F31" w:rsidRDefault="00230F31" w:rsidP="00230F31">
    <w:pPr>
      <w:pStyle w:val="Textoindependiente"/>
      <w:spacing w:line="14" w:lineRule="auto"/>
      <w:rPr>
        <w:sz w:val="20"/>
      </w:rPr>
    </w:pPr>
  </w:p>
  <w:p w:rsidR="003D4C50" w:rsidRDefault="003D4C50" w:rsidP="003D4C50">
    <w:pPr>
      <w:pStyle w:val="Encabezado"/>
      <w:ind w:firstLine="426"/>
      <w:rPr>
        <w:lang w:val="es-ES" w:eastAsia="es-ES"/>
      </w:rPr>
    </w:pPr>
    <w:r>
      <w:rPr>
        <w:noProof/>
        <w:lang w:val="en-US" w:eastAsia="es-ES"/>
      </w:rPr>
      <w:drawing>
        <wp:inline distT="0" distB="0" distL="0" distR="0">
          <wp:extent cx="562610" cy="532765"/>
          <wp:effectExtent l="0" t="0" r="8890" b="635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38" r="-35" b="-38"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327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01203" w:rsidRDefault="000E22D1">
    <w:pPr>
      <w:pStyle w:val="Textoindependiente"/>
      <w:spacing w:line="14" w:lineRule="auto"/>
      <w:rPr>
        <w:sz w:val="20"/>
      </w:rPr>
    </w:pPr>
    <w:r>
      <w:rPr>
        <w:sz w:val="20"/>
      </w:rPr>
      <w:t xml:space="preserve">              </w:t>
    </w:r>
    <w:r w:rsidR="006E2762">
      <w:rPr>
        <w:noProof/>
        <w:sz w:val="20"/>
        <w:lang w:eastAsia="es-ES" w:bidi="ar-SA"/>
      </w:rPr>
      <w:t xml:space="preserve">                                                 </w:t>
    </w:r>
    <w:r>
      <w:rPr>
        <w:sz w:val="20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50" w:rsidRDefault="003D4C50" w:rsidP="003D4C50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935" distR="114935" simplePos="0" relativeHeight="251663360" behindDoc="0" locked="0" layoutInCell="1" allowOverlap="1">
              <wp:simplePos x="0" y="0"/>
              <wp:positionH relativeFrom="margin">
                <wp:posOffset>3536950</wp:posOffset>
              </wp:positionH>
              <wp:positionV relativeFrom="paragraph">
                <wp:posOffset>-24130</wp:posOffset>
              </wp:positionV>
              <wp:extent cx="2399665" cy="573405"/>
              <wp:effectExtent l="3175" t="4445" r="0" b="3175"/>
              <wp:wrapSquare wrapText="bothSides"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C50" w:rsidRDefault="003D4C50" w:rsidP="003D4C50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3D4C50" w:rsidRDefault="003D4C50" w:rsidP="003D4C50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3D4C50" w:rsidRDefault="003D4C50" w:rsidP="003D4C50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3D4C50" w:rsidRDefault="003D4C50" w:rsidP="003D4C50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6" type="#_x0000_t202" style="position:absolute;margin-left:278.5pt;margin-top:-1.9pt;width:188.95pt;height:45.15pt;z-index:251663360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" stroked="f">
              <v:textbox inset="7.25pt,3.65pt,7.25pt,3.65pt">
                <w:txbxContent>
                  <w:p w:rsidR="003D4C50" w:rsidRDefault="003D4C50" w:rsidP="003D4C50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3D4C50" w:rsidRDefault="003D4C50" w:rsidP="003D4C50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3D4C50" w:rsidRDefault="003D4C50" w:rsidP="003D4C50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3D4C50" w:rsidRDefault="003D4C50" w:rsidP="003D4C50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3D4C50" w:rsidRDefault="003D4C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7474C"/>
    <w:multiLevelType w:val="hybridMultilevel"/>
    <w:tmpl w:val="F3C2002C"/>
    <w:lvl w:ilvl="0" w:tplc="FF783AEA">
      <w:start w:val="1"/>
      <w:numFmt w:val="decimal"/>
      <w:lvlText w:val="%1)"/>
      <w:lvlJc w:val="left"/>
      <w:pPr>
        <w:ind w:left="1083" w:hanging="363"/>
      </w:pPr>
      <w:rPr>
        <w:rFonts w:hint="default"/>
        <w:spacing w:val="0"/>
        <w:w w:val="77"/>
        <w:lang w:val="es-ES" w:eastAsia="en-US" w:bidi="ar-SA"/>
      </w:rPr>
    </w:lvl>
    <w:lvl w:ilvl="1" w:tplc="6FE4F5A0">
      <w:start w:val="1"/>
      <w:numFmt w:val="lowerLetter"/>
      <w:lvlText w:val="%2)"/>
      <w:lvlJc w:val="left"/>
      <w:pPr>
        <w:ind w:left="1630" w:hanging="216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77"/>
        <w:sz w:val="21"/>
        <w:szCs w:val="21"/>
        <w:lang w:val="es-ES" w:eastAsia="en-US" w:bidi="ar-SA"/>
      </w:rPr>
    </w:lvl>
    <w:lvl w:ilvl="2" w:tplc="C1A6742E">
      <w:numFmt w:val="bullet"/>
      <w:lvlText w:val="•"/>
      <w:lvlJc w:val="left"/>
      <w:pPr>
        <w:ind w:left="2702" w:hanging="216"/>
      </w:pPr>
      <w:rPr>
        <w:rFonts w:hint="default"/>
        <w:lang w:val="es-ES" w:eastAsia="en-US" w:bidi="ar-SA"/>
      </w:rPr>
    </w:lvl>
    <w:lvl w:ilvl="3" w:tplc="845C3284">
      <w:numFmt w:val="bullet"/>
      <w:lvlText w:val="•"/>
      <w:lvlJc w:val="left"/>
      <w:pPr>
        <w:ind w:left="3764" w:hanging="216"/>
      </w:pPr>
      <w:rPr>
        <w:rFonts w:hint="default"/>
        <w:lang w:val="es-ES" w:eastAsia="en-US" w:bidi="ar-SA"/>
      </w:rPr>
    </w:lvl>
    <w:lvl w:ilvl="4" w:tplc="7592DEA0">
      <w:numFmt w:val="bullet"/>
      <w:lvlText w:val="•"/>
      <w:lvlJc w:val="left"/>
      <w:pPr>
        <w:ind w:left="4826" w:hanging="216"/>
      </w:pPr>
      <w:rPr>
        <w:rFonts w:hint="default"/>
        <w:lang w:val="es-ES" w:eastAsia="en-US" w:bidi="ar-SA"/>
      </w:rPr>
    </w:lvl>
    <w:lvl w:ilvl="5" w:tplc="28D49C0A">
      <w:numFmt w:val="bullet"/>
      <w:lvlText w:val="•"/>
      <w:lvlJc w:val="left"/>
      <w:pPr>
        <w:ind w:left="5888" w:hanging="216"/>
      </w:pPr>
      <w:rPr>
        <w:rFonts w:hint="default"/>
        <w:lang w:val="es-ES" w:eastAsia="en-US" w:bidi="ar-SA"/>
      </w:rPr>
    </w:lvl>
    <w:lvl w:ilvl="6" w:tplc="C008A12E">
      <w:numFmt w:val="bullet"/>
      <w:lvlText w:val="•"/>
      <w:lvlJc w:val="left"/>
      <w:pPr>
        <w:ind w:left="6951" w:hanging="216"/>
      </w:pPr>
      <w:rPr>
        <w:rFonts w:hint="default"/>
        <w:lang w:val="es-ES" w:eastAsia="en-US" w:bidi="ar-SA"/>
      </w:rPr>
    </w:lvl>
    <w:lvl w:ilvl="7" w:tplc="D2F498B6">
      <w:numFmt w:val="bullet"/>
      <w:lvlText w:val="•"/>
      <w:lvlJc w:val="left"/>
      <w:pPr>
        <w:ind w:left="8013" w:hanging="216"/>
      </w:pPr>
      <w:rPr>
        <w:rFonts w:hint="default"/>
        <w:lang w:val="es-ES" w:eastAsia="en-US" w:bidi="ar-SA"/>
      </w:rPr>
    </w:lvl>
    <w:lvl w:ilvl="8" w:tplc="0C06BE7A">
      <w:numFmt w:val="bullet"/>
      <w:lvlText w:val="•"/>
      <w:lvlJc w:val="left"/>
      <w:pPr>
        <w:ind w:left="9075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5176561F"/>
    <w:multiLevelType w:val="hybridMultilevel"/>
    <w:tmpl w:val="78ACDD36"/>
    <w:lvl w:ilvl="0" w:tplc="ED0EB08A">
      <w:start w:val="1"/>
      <w:numFmt w:val="decimal"/>
      <w:lvlText w:val="%1)"/>
      <w:lvlJc w:val="left"/>
      <w:pPr>
        <w:ind w:left="1085" w:hanging="36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77"/>
        <w:sz w:val="21"/>
        <w:szCs w:val="21"/>
        <w:lang w:val="es-ES" w:eastAsia="en-US" w:bidi="ar-SA"/>
      </w:rPr>
    </w:lvl>
    <w:lvl w:ilvl="1" w:tplc="34FE6370">
      <w:numFmt w:val="bullet"/>
      <w:lvlText w:val="•"/>
      <w:lvlJc w:val="left"/>
      <w:pPr>
        <w:ind w:left="2092" w:hanging="363"/>
      </w:pPr>
      <w:rPr>
        <w:rFonts w:hint="default"/>
        <w:lang w:val="es-ES" w:eastAsia="en-US" w:bidi="ar-SA"/>
      </w:rPr>
    </w:lvl>
    <w:lvl w:ilvl="2" w:tplc="4C42F908">
      <w:numFmt w:val="bullet"/>
      <w:lvlText w:val="•"/>
      <w:lvlJc w:val="left"/>
      <w:pPr>
        <w:ind w:left="3104" w:hanging="363"/>
      </w:pPr>
      <w:rPr>
        <w:rFonts w:hint="default"/>
        <w:lang w:val="es-ES" w:eastAsia="en-US" w:bidi="ar-SA"/>
      </w:rPr>
    </w:lvl>
    <w:lvl w:ilvl="3" w:tplc="675CD37A">
      <w:numFmt w:val="bullet"/>
      <w:lvlText w:val="•"/>
      <w:lvlJc w:val="left"/>
      <w:pPr>
        <w:ind w:left="4116" w:hanging="363"/>
      </w:pPr>
      <w:rPr>
        <w:rFonts w:hint="default"/>
        <w:lang w:val="es-ES" w:eastAsia="en-US" w:bidi="ar-SA"/>
      </w:rPr>
    </w:lvl>
    <w:lvl w:ilvl="4" w:tplc="8780A058">
      <w:numFmt w:val="bullet"/>
      <w:lvlText w:val="•"/>
      <w:lvlJc w:val="left"/>
      <w:pPr>
        <w:ind w:left="5128" w:hanging="363"/>
      </w:pPr>
      <w:rPr>
        <w:rFonts w:hint="default"/>
        <w:lang w:val="es-ES" w:eastAsia="en-US" w:bidi="ar-SA"/>
      </w:rPr>
    </w:lvl>
    <w:lvl w:ilvl="5" w:tplc="E5AA2BDC">
      <w:numFmt w:val="bullet"/>
      <w:lvlText w:val="•"/>
      <w:lvlJc w:val="left"/>
      <w:pPr>
        <w:ind w:left="6140" w:hanging="363"/>
      </w:pPr>
      <w:rPr>
        <w:rFonts w:hint="default"/>
        <w:lang w:val="es-ES" w:eastAsia="en-US" w:bidi="ar-SA"/>
      </w:rPr>
    </w:lvl>
    <w:lvl w:ilvl="6" w:tplc="E1E237E8">
      <w:numFmt w:val="bullet"/>
      <w:lvlText w:val="•"/>
      <w:lvlJc w:val="left"/>
      <w:pPr>
        <w:ind w:left="7152" w:hanging="363"/>
      </w:pPr>
      <w:rPr>
        <w:rFonts w:hint="default"/>
        <w:lang w:val="es-ES" w:eastAsia="en-US" w:bidi="ar-SA"/>
      </w:rPr>
    </w:lvl>
    <w:lvl w:ilvl="7" w:tplc="4D38BFBE">
      <w:numFmt w:val="bullet"/>
      <w:lvlText w:val="•"/>
      <w:lvlJc w:val="left"/>
      <w:pPr>
        <w:ind w:left="8164" w:hanging="363"/>
      </w:pPr>
      <w:rPr>
        <w:rFonts w:hint="default"/>
        <w:lang w:val="es-ES" w:eastAsia="en-US" w:bidi="ar-SA"/>
      </w:rPr>
    </w:lvl>
    <w:lvl w:ilvl="8" w:tplc="72186D68">
      <w:numFmt w:val="bullet"/>
      <w:lvlText w:val="•"/>
      <w:lvlJc w:val="left"/>
      <w:pPr>
        <w:ind w:left="9176" w:hanging="363"/>
      </w:pPr>
      <w:rPr>
        <w:rFonts w:hint="default"/>
        <w:lang w:val="es-ES" w:eastAsia="en-US" w:bidi="ar-SA"/>
      </w:rPr>
    </w:lvl>
  </w:abstractNum>
  <w:abstractNum w:abstractNumId="2" w15:restartNumberingAfterBreak="0">
    <w:nsid w:val="5AD864E2"/>
    <w:multiLevelType w:val="hybridMultilevel"/>
    <w:tmpl w:val="DB2E0A86"/>
    <w:lvl w:ilvl="0" w:tplc="0C0443AE">
      <w:start w:val="1"/>
      <w:numFmt w:val="decimal"/>
      <w:lvlText w:val="%1."/>
      <w:lvlJc w:val="left"/>
      <w:pPr>
        <w:ind w:left="1445" w:hanging="360"/>
      </w:pPr>
      <w:rPr>
        <w:rFonts w:ascii="Segoe UI Symbol" w:eastAsia="Segoe UI Symbol" w:hAnsi="Segoe UI Symbol" w:cs="Segoe UI Symbol"/>
        <w:b w:val="0"/>
        <w:bCs w:val="0"/>
        <w:i w:val="0"/>
        <w:iCs w:val="0"/>
        <w:spacing w:val="-1"/>
        <w:w w:val="97"/>
        <w:sz w:val="22"/>
        <w:szCs w:val="22"/>
        <w:lang w:val="es-ES" w:eastAsia="en-US" w:bidi="ar-SA"/>
      </w:rPr>
    </w:lvl>
    <w:lvl w:ilvl="1" w:tplc="0EF64AB8">
      <w:numFmt w:val="bullet"/>
      <w:lvlText w:val="•"/>
      <w:lvlJc w:val="left"/>
      <w:pPr>
        <w:ind w:left="2416" w:hanging="360"/>
      </w:pPr>
      <w:rPr>
        <w:rFonts w:hint="default"/>
        <w:lang w:val="es-ES" w:eastAsia="en-US" w:bidi="ar-SA"/>
      </w:rPr>
    </w:lvl>
    <w:lvl w:ilvl="2" w:tplc="CADCF46C">
      <w:numFmt w:val="bullet"/>
      <w:lvlText w:val="•"/>
      <w:lvlJc w:val="left"/>
      <w:pPr>
        <w:ind w:left="3392" w:hanging="360"/>
      </w:pPr>
      <w:rPr>
        <w:rFonts w:hint="default"/>
        <w:lang w:val="es-ES" w:eastAsia="en-US" w:bidi="ar-SA"/>
      </w:rPr>
    </w:lvl>
    <w:lvl w:ilvl="3" w:tplc="7F5A3142">
      <w:numFmt w:val="bullet"/>
      <w:lvlText w:val="•"/>
      <w:lvlJc w:val="left"/>
      <w:pPr>
        <w:ind w:left="4368" w:hanging="360"/>
      </w:pPr>
      <w:rPr>
        <w:rFonts w:hint="default"/>
        <w:lang w:val="es-ES" w:eastAsia="en-US" w:bidi="ar-SA"/>
      </w:rPr>
    </w:lvl>
    <w:lvl w:ilvl="4" w:tplc="FDC29B18">
      <w:numFmt w:val="bullet"/>
      <w:lvlText w:val="•"/>
      <w:lvlJc w:val="left"/>
      <w:pPr>
        <w:ind w:left="5344" w:hanging="360"/>
      </w:pPr>
      <w:rPr>
        <w:rFonts w:hint="default"/>
        <w:lang w:val="es-ES" w:eastAsia="en-US" w:bidi="ar-SA"/>
      </w:rPr>
    </w:lvl>
    <w:lvl w:ilvl="5" w:tplc="5B2C3864">
      <w:numFmt w:val="bullet"/>
      <w:lvlText w:val="•"/>
      <w:lvlJc w:val="left"/>
      <w:pPr>
        <w:ind w:left="6320" w:hanging="360"/>
      </w:pPr>
      <w:rPr>
        <w:rFonts w:hint="default"/>
        <w:lang w:val="es-ES" w:eastAsia="en-US" w:bidi="ar-SA"/>
      </w:rPr>
    </w:lvl>
    <w:lvl w:ilvl="6" w:tplc="DC5426F2">
      <w:numFmt w:val="bullet"/>
      <w:lvlText w:val="•"/>
      <w:lvlJc w:val="left"/>
      <w:pPr>
        <w:ind w:left="7296" w:hanging="360"/>
      </w:pPr>
      <w:rPr>
        <w:rFonts w:hint="default"/>
        <w:lang w:val="es-ES" w:eastAsia="en-US" w:bidi="ar-SA"/>
      </w:rPr>
    </w:lvl>
    <w:lvl w:ilvl="7" w:tplc="966A074C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5B8C9FAE">
      <w:numFmt w:val="bullet"/>
      <w:lvlText w:val="•"/>
      <w:lvlJc w:val="left"/>
      <w:pPr>
        <w:ind w:left="924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032D1D"/>
    <w:rsid w:val="000D4D38"/>
    <w:rsid w:val="000E22D1"/>
    <w:rsid w:val="000E2609"/>
    <w:rsid w:val="001C21C4"/>
    <w:rsid w:val="00230F31"/>
    <w:rsid w:val="00261E6A"/>
    <w:rsid w:val="00310BC8"/>
    <w:rsid w:val="0036157F"/>
    <w:rsid w:val="003D4C50"/>
    <w:rsid w:val="0045131B"/>
    <w:rsid w:val="00454B08"/>
    <w:rsid w:val="005D0629"/>
    <w:rsid w:val="00601E69"/>
    <w:rsid w:val="00637CD7"/>
    <w:rsid w:val="006E2762"/>
    <w:rsid w:val="00795329"/>
    <w:rsid w:val="008360D0"/>
    <w:rsid w:val="00860B4D"/>
    <w:rsid w:val="00C5114B"/>
    <w:rsid w:val="00D20263"/>
    <w:rsid w:val="00D25B23"/>
    <w:rsid w:val="00DA2DE6"/>
    <w:rsid w:val="00E37E41"/>
    <w:rsid w:val="00E65B90"/>
    <w:rsid w:val="00E81749"/>
    <w:rsid w:val="00EA3B62"/>
    <w:rsid w:val="00EB75F8"/>
    <w:rsid w:val="00FE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9"/>
    <o:shapelayout v:ext="edit">
      <o:idmap v:ext="edit" data="1"/>
    </o:shapelayout>
  </w:shapeDefaults>
  <w:doNotEmbedSmartTags/>
  <w:decimalSymbol w:val=","/>
  <w:listSeparator w:val=";"/>
  <w14:docId w14:val="6A70B59A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cera-Centrodirectivo">
    <w:name w:val="Cabecera - Centro directivo"/>
    <w:autoRedefine/>
    <w:qFormat/>
    <w:rsid w:val="00637CD7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637CD7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36157F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36157F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36157F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6157F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rrafodelista">
    <w:name w:val="List Paragraph"/>
    <w:basedOn w:val="Normal"/>
    <w:uiPriority w:val="34"/>
    <w:qFormat/>
    <w:rsid w:val="00E37E41"/>
    <w:pPr>
      <w:ind w:left="720"/>
      <w:contextualSpacing/>
    </w:pPr>
    <w:rPr>
      <w:rFonts w:cs="Mangal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2609"/>
    <w:rPr>
      <w:rFonts w:ascii="Segoe UI" w:hAnsi="Segoe UI" w:cs="Mangal"/>
      <w:sz w:val="18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609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2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3</cp:revision>
  <cp:lastPrinted>2025-06-30T09:33:00Z</cp:lastPrinted>
  <dcterms:created xsi:type="dcterms:W3CDTF">2025-07-11T10:02:00Z</dcterms:created>
  <dcterms:modified xsi:type="dcterms:W3CDTF">2025-07-17T10:00:00Z</dcterms:modified>
</cp:coreProperties>
</file>